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F8540E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F8540E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6E6981FA" w:rsidR="00AB1F92" w:rsidRDefault="00670AA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BB15539" w14:textId="20B4F909" w:rsidR="005541FB" w:rsidRDefault="005541FB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Beperkte </w:t>
      </w:r>
      <w:r w:rsidR="00FD7EAA">
        <w:rPr>
          <w:rFonts w:cs="Arial"/>
          <w:color w:val="002060"/>
        </w:rPr>
        <w:t>mogelijkheid tot verstopping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6D743985" w:rsidR="001B1128" w:rsidRDefault="001B1128" w:rsidP="00AB1F92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v</w:t>
      </w:r>
      <w:r>
        <w:rPr>
          <w:rFonts w:cs="Arial"/>
          <w:color w:val="002060"/>
          <w:lang w:val="nl-BE"/>
        </w:rPr>
        <w:t>ijs</w:t>
      </w:r>
    </w:p>
    <w:p w14:paraId="3918335B" w14:textId="2BAD5FCC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Vervangbare bovenzijde</w:t>
      </w:r>
    </w:p>
    <w:p w14:paraId="3540F252" w14:textId="180B0A86" w:rsidR="00361E38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7A9F83B4" w14:textId="13179688" w:rsidR="00E0580E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2FF85E96" w:rsidR="000D7790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proofErr w:type="spellStart"/>
      <w:r>
        <w:rPr>
          <w:rFonts w:cs="Arial"/>
          <w:color w:val="002060"/>
          <w:lang w:val="nl-BE"/>
        </w:rPr>
        <w:t>Persmof</w:t>
      </w:r>
      <w:proofErr w:type="spellEnd"/>
      <w:r>
        <w:rPr>
          <w:rFonts w:cs="Arial"/>
          <w:color w:val="002060"/>
          <w:lang w:val="nl-BE"/>
        </w:rPr>
        <w:t xml:space="preserve"> voorzien van een beschermingsstop</w:t>
      </w:r>
    </w:p>
    <w:p w14:paraId="66517263" w14:textId="645068B7" w:rsidR="000D7790" w:rsidRPr="00F8540E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57C50D44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Pr="00A22B97">
        <w:rPr>
          <w:rFonts w:cs="Arial"/>
          <w:color w:val="002060"/>
          <w:lang w:val="nl-BE"/>
        </w:rPr>
        <w:t xml:space="preserve">Staal </w:t>
      </w:r>
      <w:proofErr w:type="spellStart"/>
      <w:r w:rsidRPr="00A22B97">
        <w:rPr>
          <w:rFonts w:cs="Arial"/>
          <w:color w:val="002060"/>
          <w:lang w:val="nl-BE"/>
        </w:rPr>
        <w:t>CrNiMo</w:t>
      </w:r>
      <w:proofErr w:type="spellEnd"/>
      <w:r w:rsidRPr="00A22B97">
        <w:rPr>
          <w:rFonts w:cs="Arial"/>
          <w:color w:val="002060"/>
          <w:lang w:val="nl-BE"/>
        </w:rPr>
        <w:t xml:space="preserve"> 1.4401 (EN 10088)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5D8F0E56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15 – 18 – 22 – 28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35 – 42 – 54 mm</w:t>
      </w:r>
    </w:p>
    <w:p w14:paraId="5425DDB8" w14:textId="0F6B4FE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CIIR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23C55A1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-20°C </w:t>
      </w:r>
      <w:r w:rsidR="008F0798">
        <w:rPr>
          <w:rFonts w:cs="Arial"/>
          <w:color w:val="002060"/>
          <w:lang w:val="nl-BE"/>
        </w:rPr>
        <w:t>//  95°C</w:t>
      </w: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FAA7261" w:rsidR="00C55429" w:rsidRDefault="00493059" w:rsidP="00493059">
      <w:pPr>
        <w:jc w:val="center"/>
        <w:rPr>
          <w:rFonts w:cs="Arial"/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38B65D71" wp14:editId="310B04D6">
            <wp:extent cx="1555750" cy="1203215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F8540E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(Zuiverheidsklasse Olie 0 – 3)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5E9FC247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</w:p>
    <w:p w14:paraId="31ECFE87" w14:textId="2650AC21" w:rsidR="00026E4A" w:rsidRPr="00F8540E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szCs w:val="24"/>
          <w:u w:val="none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7BF9370" w14:textId="508EB660" w:rsidR="00CC76D8" w:rsidRPr="001B1128" w:rsidRDefault="00493059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7CFCB3AD" wp14:editId="0585DE53">
            <wp:extent cx="1555750" cy="1203215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240F" w14:textId="77777777" w:rsidR="007D2731" w:rsidRDefault="007D2731">
      <w:r>
        <w:separator/>
      </w:r>
    </w:p>
  </w:endnote>
  <w:endnote w:type="continuationSeparator" w:id="0">
    <w:p w14:paraId="429526C5" w14:textId="77777777" w:rsidR="007D2731" w:rsidRDefault="007D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5CA0" w14:textId="77777777" w:rsidR="007D2731" w:rsidRDefault="007D2731">
      <w:r>
        <w:separator/>
      </w:r>
    </w:p>
  </w:footnote>
  <w:footnote w:type="continuationSeparator" w:id="0">
    <w:p w14:paraId="1A541422" w14:textId="77777777" w:rsidR="007D2731" w:rsidRDefault="007D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3D0F140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886585" w:rsidRPr="002A3BAF">
      <w:rPr>
        <w:rFonts w:ascii="Arial" w:hAnsi="Arial" w:cs="Arial"/>
        <w:b/>
        <w:color w:val="002060"/>
      </w:rPr>
      <w:t>M</w:t>
    </w:r>
    <w:r w:rsidR="005D1729" w:rsidRPr="002A3BAF">
      <w:rPr>
        <w:rFonts w:ascii="Arial" w:hAnsi="Arial" w:cs="Arial"/>
        <w:b/>
        <w:color w:val="002060"/>
      </w:rPr>
      <w:t>apress</w:t>
    </w:r>
    <w:proofErr w:type="spellEnd"/>
    <w:r w:rsidR="005D1729" w:rsidRPr="002A3BAF">
      <w:rPr>
        <w:rFonts w:ascii="Arial" w:hAnsi="Arial" w:cs="Arial"/>
        <w:b/>
        <w:color w:val="002060"/>
      </w:rPr>
      <w:t xml:space="preserve"> </w:t>
    </w:r>
    <w:r w:rsidR="00A64020" w:rsidRPr="002A3BAF">
      <w:rPr>
        <w:rFonts w:ascii="Arial" w:hAnsi="Arial" w:cs="Arial"/>
        <w:b/>
        <w:color w:val="002060"/>
      </w:rPr>
      <w:t>RVS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3983A-0A48-4D4C-B96C-76E53227CFDE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</TotalTime>
  <Pages>3</Pages>
  <Words>217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11</cp:revision>
  <cp:lastPrinted>2011-12-15T11:14:00Z</cp:lastPrinted>
  <dcterms:created xsi:type="dcterms:W3CDTF">2023-12-04T12:49:00Z</dcterms:created>
  <dcterms:modified xsi:type="dcterms:W3CDTF">2023-12-06T15:18:00Z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